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08585533" w14:textId="77777777" w:rsidR="00AE212D" w:rsidRDefault="008B1A2C" w:rsidP="00AE212D">
      <w:pPr>
        <w:spacing w:after="0"/>
        <w:rPr>
          <w:b/>
          <w:color w:val="FF5200" w:themeColor="accent2"/>
          <w:sz w:val="36"/>
          <w:szCs w:val="36"/>
        </w:rPr>
      </w:pPr>
      <w:r w:rsidRPr="00AE212D">
        <w:rPr>
          <w:b/>
          <w:color w:val="FF5200" w:themeColor="accent2"/>
          <w:sz w:val="36"/>
          <w:szCs w:val="36"/>
        </w:rPr>
        <w:t>Krycí list nabídky</w:t>
      </w:r>
      <w:r w:rsidR="0031280B" w:rsidRPr="00AE212D">
        <w:rPr>
          <w:b/>
          <w:color w:val="FF5200" w:themeColor="accent2"/>
          <w:sz w:val="36"/>
          <w:szCs w:val="36"/>
        </w:rPr>
        <w:t xml:space="preserve"> k veřejné zakázce s</w:t>
      </w:r>
      <w:r w:rsidR="00AE212D" w:rsidRPr="00AE212D">
        <w:rPr>
          <w:b/>
          <w:color w:val="FF5200" w:themeColor="accent2"/>
          <w:sz w:val="36"/>
          <w:szCs w:val="36"/>
        </w:rPr>
        <w:t> </w:t>
      </w:r>
      <w:r w:rsidR="0031280B" w:rsidRPr="00AE212D">
        <w:rPr>
          <w:b/>
          <w:color w:val="FF5200" w:themeColor="accent2"/>
          <w:sz w:val="36"/>
          <w:szCs w:val="36"/>
        </w:rPr>
        <w:t>názvem</w:t>
      </w:r>
      <w:r w:rsidR="00AE212D" w:rsidRPr="00AE212D">
        <w:rPr>
          <w:b/>
          <w:color w:val="FF5200" w:themeColor="accent2"/>
          <w:sz w:val="36"/>
          <w:szCs w:val="36"/>
        </w:rPr>
        <w:br/>
      </w:r>
      <w:r w:rsidR="0031280B" w:rsidRPr="00AE212D">
        <w:rPr>
          <w:b/>
          <w:color w:val="FF5200" w:themeColor="accent2"/>
          <w:sz w:val="36"/>
          <w:szCs w:val="36"/>
        </w:rPr>
        <w:t>„</w:t>
      </w:r>
      <w:bookmarkStart w:id="0" w:name="_Hlk195084726"/>
      <w:r w:rsidR="00AE212D" w:rsidRPr="00AE212D">
        <w:rPr>
          <w:b/>
          <w:color w:val="FF5200" w:themeColor="accent2"/>
          <w:sz w:val="36"/>
          <w:szCs w:val="36"/>
        </w:rPr>
        <w:t>Dodávka terénního vysokozdvižného vozík</w:t>
      </w:r>
      <w:r w:rsidR="00AE212D" w:rsidRPr="00AE212D">
        <w:rPr>
          <w:b/>
          <w:color w:val="FF5200" w:themeColor="accent2"/>
          <w:sz w:val="36"/>
          <w:szCs w:val="36"/>
        </w:rPr>
        <w:t>u</w:t>
      </w:r>
      <w:r w:rsidR="00AE212D" w:rsidRPr="00AE212D">
        <w:rPr>
          <w:b/>
          <w:color w:val="FF5200" w:themeColor="accent2"/>
          <w:sz w:val="36"/>
          <w:szCs w:val="36"/>
        </w:rPr>
        <w:t xml:space="preserve"> s</w:t>
      </w:r>
      <w:r w:rsidR="00AE212D" w:rsidRPr="00AE212D">
        <w:rPr>
          <w:b/>
          <w:color w:val="FF5200" w:themeColor="accent2"/>
          <w:sz w:val="36"/>
          <w:szCs w:val="36"/>
        </w:rPr>
        <w:t xml:space="preserve"> </w:t>
      </w:r>
      <w:r w:rsidR="00AE212D" w:rsidRPr="00AE212D">
        <w:rPr>
          <w:b/>
          <w:color w:val="FF5200" w:themeColor="accent2"/>
          <w:sz w:val="36"/>
          <w:szCs w:val="36"/>
        </w:rPr>
        <w:t>homologací pro provoz na pozemních</w:t>
      </w:r>
      <w:r w:rsidR="00AE212D" w:rsidRPr="00AE212D">
        <w:rPr>
          <w:b/>
          <w:color w:val="FF5200" w:themeColor="accent2"/>
          <w:sz w:val="36"/>
          <w:szCs w:val="36"/>
        </w:rPr>
        <w:t xml:space="preserve"> </w:t>
      </w:r>
      <w:r w:rsidR="00AE212D" w:rsidRPr="00AE212D">
        <w:rPr>
          <w:b/>
          <w:color w:val="FF5200" w:themeColor="accent2"/>
          <w:sz w:val="36"/>
          <w:szCs w:val="36"/>
        </w:rPr>
        <w:t>komunikacích pro OŘ UNL 2025</w:t>
      </w:r>
      <w:bookmarkEnd w:id="0"/>
      <w:r w:rsidR="0031280B" w:rsidRPr="00AE212D">
        <w:rPr>
          <w:b/>
          <w:color w:val="FF5200" w:themeColor="accent2"/>
          <w:sz w:val="36"/>
          <w:szCs w:val="36"/>
        </w:rPr>
        <w:t>“</w:t>
      </w:r>
    </w:p>
    <w:p w14:paraId="523FE11F" w14:textId="26077D22" w:rsidR="008B1A2C" w:rsidRPr="00AE212D" w:rsidRDefault="00AE212D" w:rsidP="00AE212D">
      <w:pPr>
        <w:spacing w:after="0"/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</w:pPr>
      <w:r w:rsidRPr="00AE212D">
        <w:rPr>
          <w:b/>
          <w:color w:val="FF5200" w:themeColor="accent2"/>
          <w:sz w:val="36"/>
          <w:szCs w:val="36"/>
        </w:rPr>
        <w:br/>
      </w:r>
      <w:r w:rsidR="000128D4" w:rsidRPr="00AE212D">
        <w:rPr>
          <w:b/>
          <w:color w:val="FF5200" w:themeColor="accent2"/>
          <w:sz w:val="24"/>
          <w:szCs w:val="24"/>
        </w:rPr>
        <w:t xml:space="preserve">vedené pod </w:t>
      </w:r>
      <w:r w:rsidR="000128D4" w:rsidRPr="00AE212D">
        <w:rPr>
          <w:rFonts w:eastAsia="Times New Roman" w:cs="Times New Roman"/>
          <w:b/>
          <w:color w:val="FF5200" w:themeColor="accent2"/>
          <w:sz w:val="24"/>
          <w:szCs w:val="24"/>
          <w:lang w:eastAsia="cs-CZ"/>
        </w:rPr>
        <w:t xml:space="preserve">č.j. </w:t>
      </w:r>
      <w:r w:rsidRPr="00AE212D">
        <w:rPr>
          <w:rFonts w:eastAsia="Times New Roman" w:cs="Times New Roman"/>
          <w:b/>
          <w:color w:val="FF5200" w:themeColor="accent2"/>
          <w:sz w:val="24"/>
          <w:szCs w:val="24"/>
          <w:lang w:eastAsia="cs-CZ"/>
        </w:rPr>
        <w:t>10656/2025-SŽ-OŘ UNL-OVZ</w:t>
      </w:r>
      <w:r w:rsidRPr="00AE212D">
        <w:rPr>
          <w:rFonts w:eastAsia="Times New Roman" w:cs="Times New Roman"/>
          <w:b/>
          <w:color w:val="FF5200" w:themeColor="accent2"/>
          <w:sz w:val="24"/>
          <w:szCs w:val="24"/>
          <w:lang w:eastAsia="cs-CZ"/>
        </w:rPr>
        <w:t xml:space="preserve"> </w:t>
      </w:r>
      <w:r w:rsidR="000128D4" w:rsidRPr="00AE212D">
        <w:rPr>
          <w:rFonts w:eastAsia="Times New Roman" w:cs="Times New Roman"/>
          <w:b/>
          <w:color w:val="FF5200" w:themeColor="accent2"/>
          <w:sz w:val="24"/>
          <w:szCs w:val="24"/>
          <w:lang w:eastAsia="cs-CZ"/>
        </w:rPr>
        <w:t>(č.j. dokumentu výzvy)</w:t>
      </w:r>
    </w:p>
    <w:p w14:paraId="74A1E4A1" w14:textId="77777777" w:rsidR="00AE212D" w:rsidRPr="00B87D91" w:rsidRDefault="00AE212D" w:rsidP="00AE212D">
      <w:pPr>
        <w:spacing w:after="0"/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323B1D24" w14:textId="0FB9A184" w:rsidR="00F2794A" w:rsidRDefault="00A93A74">
          <w:pPr>
            <w:pStyle w:val="Obsah2"/>
            <w:tabs>
              <w:tab w:val="left" w:pos="1440"/>
              <w:tab w:val="right" w:leader="dot" w:pos="8921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5084856" w:history="1">
            <w:r w:rsidR="00F2794A" w:rsidRPr="008C0D50">
              <w:rPr>
                <w:rStyle w:val="Hypertextovodkaz"/>
                <w:noProof/>
              </w:rPr>
              <w:t>Kapitola 1.</w:t>
            </w:r>
            <w:r w:rsidR="00F279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2794A" w:rsidRPr="008C0D50">
              <w:rPr>
                <w:rStyle w:val="Hypertextovodkaz"/>
                <w:noProof/>
              </w:rPr>
              <w:t>Základní údaje k nabídce</w:t>
            </w:r>
            <w:r w:rsidR="00F2794A">
              <w:rPr>
                <w:noProof/>
                <w:webHidden/>
              </w:rPr>
              <w:tab/>
            </w:r>
            <w:r w:rsidR="00F2794A">
              <w:rPr>
                <w:noProof/>
                <w:webHidden/>
              </w:rPr>
              <w:fldChar w:fldCharType="begin"/>
            </w:r>
            <w:r w:rsidR="00F2794A">
              <w:rPr>
                <w:noProof/>
                <w:webHidden/>
              </w:rPr>
              <w:instrText xml:space="preserve"> PAGEREF _Toc195084856 \h </w:instrText>
            </w:r>
            <w:r w:rsidR="00F2794A">
              <w:rPr>
                <w:noProof/>
                <w:webHidden/>
              </w:rPr>
            </w:r>
            <w:r w:rsidR="00F2794A">
              <w:rPr>
                <w:noProof/>
                <w:webHidden/>
              </w:rPr>
              <w:fldChar w:fldCharType="separate"/>
            </w:r>
            <w:r w:rsidR="00F2794A">
              <w:rPr>
                <w:noProof/>
                <w:webHidden/>
              </w:rPr>
              <w:t>2</w:t>
            </w:r>
            <w:r w:rsidR="00F2794A">
              <w:rPr>
                <w:noProof/>
                <w:webHidden/>
              </w:rPr>
              <w:fldChar w:fldCharType="end"/>
            </w:r>
          </w:hyperlink>
        </w:p>
        <w:p w14:paraId="20D9B63C" w14:textId="527A7684" w:rsidR="00F2794A" w:rsidRDefault="00F2794A">
          <w:pPr>
            <w:pStyle w:val="Obsah2"/>
            <w:tabs>
              <w:tab w:val="left" w:pos="1440"/>
              <w:tab w:val="right" w:leader="dot" w:pos="8921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857" w:history="1">
            <w:r w:rsidRPr="008C0D50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C0D50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30F290" w14:textId="79AA6F9F" w:rsidR="00F2794A" w:rsidRDefault="00F2794A">
          <w:pPr>
            <w:pStyle w:val="Obsah2"/>
            <w:tabs>
              <w:tab w:val="left" w:pos="1440"/>
              <w:tab w:val="right" w:leader="dot" w:pos="8921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858" w:history="1">
            <w:r w:rsidRPr="008C0D50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C0D50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D6652F" w14:textId="27C3DD6B" w:rsidR="00F2794A" w:rsidRDefault="00F2794A">
          <w:pPr>
            <w:pStyle w:val="Obsah2"/>
            <w:tabs>
              <w:tab w:val="left" w:pos="1440"/>
              <w:tab w:val="right" w:leader="dot" w:pos="8921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859" w:history="1">
            <w:r w:rsidRPr="008C0D50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C0D50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F4CB56" w14:textId="73CE2C7D" w:rsidR="00F2794A" w:rsidRDefault="00F2794A">
          <w:pPr>
            <w:pStyle w:val="Obsah2"/>
            <w:tabs>
              <w:tab w:val="left" w:pos="1440"/>
              <w:tab w:val="right" w:leader="dot" w:pos="8921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860" w:history="1">
            <w:r w:rsidRPr="008C0D50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C0D50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298778" w14:textId="22B07B71" w:rsidR="00F2794A" w:rsidRDefault="00F2794A">
          <w:pPr>
            <w:pStyle w:val="Obsah2"/>
            <w:tabs>
              <w:tab w:val="left" w:pos="1440"/>
              <w:tab w:val="right" w:leader="dot" w:pos="8921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861" w:history="1">
            <w:r w:rsidRPr="008C0D50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C0D50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3EEFA6" w14:textId="3D506709" w:rsidR="00F2794A" w:rsidRDefault="00F2794A">
          <w:pPr>
            <w:pStyle w:val="Obsah2"/>
            <w:tabs>
              <w:tab w:val="left" w:pos="1440"/>
              <w:tab w:val="right" w:leader="dot" w:pos="8921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862" w:history="1">
            <w:r w:rsidRPr="008C0D50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C0D50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7C59E4" w14:textId="7279E40C" w:rsidR="00F2794A" w:rsidRDefault="00F2794A">
          <w:pPr>
            <w:pStyle w:val="Obsah2"/>
            <w:tabs>
              <w:tab w:val="left" w:pos="1440"/>
              <w:tab w:val="right" w:leader="dot" w:pos="8921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863" w:history="1">
            <w:r w:rsidRPr="008C0D50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C0D50">
              <w:rPr>
                <w:rStyle w:val="Hypertextovodkaz"/>
                <w:noProof/>
              </w:rPr>
              <w:t>Čestné</w:t>
            </w:r>
            <w:r w:rsidRPr="008C0D5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  <w:t>…………………………………………………………………………………………………………………………………..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916E93" w14:textId="580EA241" w:rsidR="00F2794A" w:rsidRDefault="00F2794A">
          <w:pPr>
            <w:pStyle w:val="Obsah2"/>
            <w:tabs>
              <w:tab w:val="left" w:pos="1440"/>
              <w:tab w:val="right" w:leader="dot" w:pos="8921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864" w:history="1">
            <w:r w:rsidRPr="008C0D50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C0D50">
              <w:rPr>
                <w:rStyle w:val="Hypertextovodkaz"/>
                <w:noProof/>
              </w:rPr>
              <w:t>Čestné</w:t>
            </w:r>
            <w:r w:rsidRPr="008C0D50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4BC2DD" w14:textId="7B656852" w:rsidR="00F2794A" w:rsidRDefault="00F2794A">
          <w:pPr>
            <w:pStyle w:val="Obsah2"/>
            <w:tabs>
              <w:tab w:val="left" w:pos="1440"/>
              <w:tab w:val="right" w:leader="dot" w:pos="8921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865" w:history="1">
            <w:r w:rsidRPr="008C0D50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C0D50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7F5A5F" w14:textId="50C1D63C" w:rsidR="00F2794A" w:rsidRDefault="00F2794A">
          <w:pPr>
            <w:pStyle w:val="Obsah2"/>
            <w:tabs>
              <w:tab w:val="left" w:pos="1440"/>
              <w:tab w:val="right" w:leader="dot" w:pos="8921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084866" w:history="1">
            <w:r w:rsidRPr="008C0D50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C0D50">
              <w:rPr>
                <w:rStyle w:val="Hypertextovodkaz"/>
                <w:noProof/>
              </w:rPr>
              <w:t>Čestné</w:t>
            </w:r>
            <w:r w:rsidRPr="008C0D50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  <w:t>…………………………………………………………………………………………………………………………………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_Toc195084866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5BAD04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3635BA1B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95084856"/>
      <w:r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0045B82" w:rsidR="00EA444A" w:rsidRDefault="00AE212D" w:rsidP="00AE212D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 w:rsidRPr="00AE212D">
        <w:rPr>
          <w:rFonts w:eastAsia="Times New Roman" w:cs="Times New Roman"/>
          <w:lang w:eastAsia="cs-CZ"/>
        </w:rPr>
        <w:t>Zastoupená Ing. Martinem Kašparem, ředitelem organizační jednotky, 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0F2BE4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</w:t>
      </w:r>
      <w:r w:rsidRPr="00AE212D">
        <w:t>zakázku zadávanou</w:t>
      </w:r>
      <w:r w:rsidR="004C76E9" w:rsidRPr="00AE212D">
        <w:t xml:space="preserve"> jako </w:t>
      </w:r>
      <w:r w:rsidR="000128D4" w:rsidRPr="00AE212D">
        <w:rPr>
          <w:rFonts w:eastAsia="Times New Roman" w:cs="Times New Roman"/>
          <w:lang w:eastAsia="cs-CZ"/>
        </w:rPr>
        <w:t>podlimitní sektorovou veřejnou zakázku</w:t>
      </w:r>
      <w:r w:rsidR="00AE212D" w:rsidRPr="00AE212D">
        <w:rPr>
          <w:rFonts w:eastAsia="Times New Roman" w:cs="Times New Roman"/>
          <w:lang w:eastAsia="cs-CZ"/>
        </w:rPr>
        <w:t xml:space="preserve"> </w:t>
      </w:r>
      <w:r w:rsidRPr="00AE212D">
        <w:t>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1443FFCC" w14:textId="5A547B71" w:rsidR="00AE212D" w:rsidRDefault="00AE212D" w:rsidP="00AE212D">
      <w:r>
        <w:t xml:space="preserve">Celková nabídková cena v Kč bez DPH: 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0FB8F88C" w14:textId="77777777" w:rsidR="00AE212D" w:rsidRDefault="00AE212D" w:rsidP="00AE212D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4623D89E" w14:textId="77777777" w:rsidR="00AE212D" w:rsidRDefault="00AE212D" w:rsidP="00AE212D">
      <w:pPr>
        <w:rPr>
          <w:highlight w:val="yellow"/>
        </w:rPr>
      </w:pPr>
      <w:r>
        <w:t>Celková nabídková cena v Kč včetně DPH: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4DC8BD60" w14:textId="7BF2423D" w:rsidR="008B1A2C" w:rsidRDefault="008B1A2C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AE212D">
          <w:footerReference w:type="default" r:id="rId11"/>
          <w:headerReference w:type="first" r:id="rId12"/>
          <w:footerReference w:type="first" r:id="rId13"/>
          <w:pgSz w:w="11906" w:h="16838" w:code="9"/>
          <w:pgMar w:top="1049" w:right="1274" w:bottom="1474" w:left="1701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2794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2794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95084857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95084858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9508485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95084860"/>
      <w:r w:rsidRPr="00E85D44"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DC84E9A" w14:textId="62E52B91" w:rsidR="00E85D44" w:rsidRDefault="00AE212D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 w:rsidRPr="00AE212D">
        <w:rPr>
          <w:rFonts w:eastAsia="Times New Roman" w:cs="Times New Roman"/>
          <w:lang w:eastAsia="cs-CZ"/>
        </w:rPr>
        <w:t>Zadavatel nepožaduje.</w:t>
      </w: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95084861"/>
      <w:r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4C0B42D" w14:textId="77777777" w:rsidR="00AE212D" w:rsidRDefault="00AE212D" w:rsidP="00AE212D">
      <w:pPr>
        <w:spacing w:after="0" w:line="240" w:lineRule="auto"/>
        <w:rPr>
          <w:rFonts w:eastAsia="Times New Roman" w:cs="Times New Roman"/>
          <w:lang w:eastAsia="cs-CZ"/>
        </w:rPr>
      </w:pPr>
    </w:p>
    <w:p w14:paraId="0A771B20" w14:textId="77777777" w:rsidR="00AE212D" w:rsidRDefault="00AE212D" w:rsidP="00AE212D">
      <w:pPr>
        <w:spacing w:after="0" w:line="240" w:lineRule="auto"/>
        <w:rPr>
          <w:rFonts w:eastAsia="Times New Roman" w:cs="Times New Roman"/>
          <w:lang w:eastAsia="cs-CZ"/>
        </w:rPr>
      </w:pPr>
    </w:p>
    <w:p w14:paraId="04F43984" w14:textId="4FCD1A4F" w:rsidR="00AE212D" w:rsidRDefault="00AE212D" w:rsidP="00AE212D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32A27CB1" w14:textId="0CC537A4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95084862"/>
      <w:r w:rsidRPr="000128D4"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6B2DAD5D" w14:textId="77777777" w:rsidR="00AE212D" w:rsidRDefault="00AE212D" w:rsidP="00AE212D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95084863"/>
      <w:r w:rsidRPr="002126E7"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9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0" w:name="_Toc115422087"/>
      <w:bookmarkStart w:id="11" w:name="_Toc195084864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10"/>
      <w:bookmarkEnd w:id="11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2" w:name="Zaškrtávací1"/>
    <w:p w14:paraId="126C56C4" w14:textId="4617B920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2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bookmarkStart w:id="13" w:name="_Hlk195084736"/>
      <w:r>
        <w:rPr>
          <w:rFonts w:ascii="Verdana" w:hAnsi="Verdana"/>
        </w:rPr>
        <w:t>„</w:t>
      </w:r>
      <w:r w:rsidR="00AE212D" w:rsidRPr="00AE212D">
        <w:rPr>
          <w:rFonts w:ascii="Verdana" w:hAnsi="Verdana"/>
          <w:b/>
          <w:bCs/>
        </w:rPr>
        <w:t>Dodávka terénního vysokozdvižného vozíku s homologací pro provoz na pozemních komunikacích pro OŘ UNL 2025</w:t>
      </w:r>
      <w:r>
        <w:rPr>
          <w:rFonts w:ascii="Verdana" w:hAnsi="Verdana"/>
        </w:rPr>
        <w:t xml:space="preserve">“ </w:t>
      </w:r>
      <w:bookmarkEnd w:id="13"/>
      <w:r>
        <w:rPr>
          <w:rFonts w:ascii="Verdana" w:hAnsi="Verdana"/>
        </w:rPr>
        <w:t>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4D2AF1A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AE212D" w:rsidRPr="00AE212D">
        <w:rPr>
          <w:rFonts w:ascii="Verdana" w:hAnsi="Verdana"/>
        </w:rPr>
        <w:t>„</w:t>
      </w:r>
      <w:r w:rsidR="00AE212D" w:rsidRPr="00AE212D">
        <w:rPr>
          <w:rFonts w:ascii="Verdana" w:hAnsi="Verdana"/>
          <w:b/>
          <w:bCs/>
        </w:rPr>
        <w:t>Dodávka terénního vysokozdvižného vozíku s homologací pro provoz na pozemních komunikacích pro OŘ UNL 2025</w:t>
      </w:r>
      <w:r w:rsidR="00AE212D" w:rsidRPr="00AE212D">
        <w:rPr>
          <w:rFonts w:ascii="Verdana" w:hAnsi="Verdana"/>
        </w:rPr>
        <w:t xml:space="preserve">“ </w:t>
      </w:r>
      <w:r>
        <w:rPr>
          <w:rFonts w:ascii="Verdana" w:hAnsi="Verdana"/>
        </w:rPr>
        <w:t>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4" w:name="_Toc195084865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4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7C877EA1" w14:textId="77777777" w:rsidR="00AE212D" w:rsidRDefault="00AE212D" w:rsidP="00AE212D">
      <w:pPr>
        <w:jc w:val="both"/>
        <w:rPr>
          <w:rFonts w:ascii="Verdana" w:hAnsi="Verdana"/>
        </w:rPr>
      </w:pPr>
      <w:r w:rsidRPr="007D1C9E">
        <w:rPr>
          <w:rFonts w:ascii="Verdana" w:hAnsi="Verdana"/>
        </w:rPr>
        <w:t>Zadavatel nepožaduje.</w:t>
      </w:r>
    </w:p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6922C30" w14:textId="77777777" w:rsidR="00AE212D" w:rsidRDefault="00AE212D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7E59AD77" w14:textId="77777777" w:rsidR="00AE212D" w:rsidRDefault="00AE212D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732D181" w14:textId="77777777" w:rsidR="00AE212D" w:rsidRDefault="00AE212D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FBE4C2F" w14:textId="77777777" w:rsidR="00AE212D" w:rsidRDefault="00AE212D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4EF755C" w14:textId="77777777" w:rsidR="00AE212D" w:rsidRDefault="00AE212D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BE9D50F" w14:textId="77777777" w:rsidR="00AE212D" w:rsidRDefault="00AE212D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0691101" w14:textId="77777777" w:rsidR="00AE212D" w:rsidRDefault="00AE212D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7B5289AD" w14:textId="77777777" w:rsidR="00AE212D" w:rsidRDefault="00AE212D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AEE7C0D" w14:textId="77777777" w:rsidR="00AE212D" w:rsidRDefault="00AE212D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7582A45E" w14:textId="77777777" w:rsidR="00AE212D" w:rsidRDefault="00AE212D" w:rsidP="002126E7">
      <w:pPr>
        <w:rPr>
          <w:lang w:eastAsia="cs-CZ"/>
        </w:rPr>
      </w:pPr>
    </w:p>
    <w:p w14:paraId="09720C2D" w14:textId="77777777" w:rsidR="00AE212D" w:rsidRDefault="00AE212D" w:rsidP="002126E7">
      <w:pPr>
        <w:rPr>
          <w:lang w:eastAsia="cs-CZ"/>
        </w:rPr>
      </w:pPr>
    </w:p>
    <w:p w14:paraId="65E583C3" w14:textId="77777777" w:rsidR="00AE212D" w:rsidRDefault="00AE212D" w:rsidP="002126E7">
      <w:pPr>
        <w:rPr>
          <w:lang w:eastAsia="cs-CZ"/>
        </w:rPr>
      </w:pPr>
    </w:p>
    <w:p w14:paraId="6A28714F" w14:textId="77777777" w:rsidR="00AE212D" w:rsidRDefault="00AE212D" w:rsidP="002126E7">
      <w:pPr>
        <w:rPr>
          <w:lang w:eastAsia="cs-CZ"/>
        </w:rPr>
      </w:pPr>
    </w:p>
    <w:p w14:paraId="24BA0287" w14:textId="77777777" w:rsidR="00AE212D" w:rsidRDefault="00AE212D" w:rsidP="002126E7">
      <w:pPr>
        <w:rPr>
          <w:lang w:eastAsia="cs-CZ"/>
        </w:rPr>
      </w:pPr>
    </w:p>
    <w:p w14:paraId="020A7B52" w14:textId="77777777" w:rsidR="00AE212D" w:rsidRDefault="00AE212D" w:rsidP="002126E7">
      <w:pPr>
        <w:rPr>
          <w:lang w:eastAsia="cs-CZ"/>
        </w:rPr>
      </w:pPr>
    </w:p>
    <w:p w14:paraId="41A92212" w14:textId="77777777" w:rsidR="00AE212D" w:rsidRDefault="00AE212D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5" w:name="_Toc195084866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5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5A066DAE" w14:textId="77777777" w:rsidR="00F2794A" w:rsidRDefault="00F2794A" w:rsidP="00F2794A">
      <w:pPr>
        <w:jc w:val="both"/>
        <w:rPr>
          <w:rFonts w:ascii="Verdana" w:hAnsi="Verdana"/>
        </w:rPr>
      </w:pPr>
      <w:r w:rsidRPr="007D1C9E">
        <w:rPr>
          <w:rFonts w:ascii="Verdana" w:hAnsi="Verdana"/>
        </w:rPr>
        <w:t>Zadavatel nepožaduje.</w:t>
      </w: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F2794A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23779942" name="Obrázek 123779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3785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E345F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AE212D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2794A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173785"/>
    <w:rsid w:val="0042266B"/>
    <w:rsid w:val="00495FA0"/>
    <w:rsid w:val="005E17D6"/>
    <w:rsid w:val="00702C56"/>
    <w:rsid w:val="00845CFC"/>
    <w:rsid w:val="00964FB4"/>
    <w:rsid w:val="009B2F31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100</TotalTime>
  <Pages>12</Pages>
  <Words>1566</Words>
  <Characters>9241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16</cp:revision>
  <cp:lastPrinted>2017-11-28T17:18:00Z</cp:lastPrinted>
  <dcterms:created xsi:type="dcterms:W3CDTF">2023-03-01T08:18:00Z</dcterms:created>
  <dcterms:modified xsi:type="dcterms:W3CDTF">2025-04-09T07:56:00Z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